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000"/>
      </w:tblPr>
      <w:tblGrid>
        <w:gridCol w:w="8856"/>
      </w:tblGrid>
      <w:tr w:rsidR="009A3455" w:rsidRPr="00DD3928">
        <w:trPr>
          <w:jc w:val="center"/>
        </w:trPr>
        <w:tc>
          <w:tcPr>
            <w:tcW w:w="0" w:type="auto"/>
          </w:tcPr>
          <w:p w:rsidR="009A3455" w:rsidRPr="00DD3928" w:rsidRDefault="004B0F48" w:rsidP="004B0F48">
            <w:pPr>
              <w:pStyle w:val="Address2"/>
              <w:rPr>
                <w:sz w:val="19"/>
              </w:rPr>
            </w:pPr>
            <w:r w:rsidRPr="00DD3928">
              <w:rPr>
                <w:sz w:val="19"/>
              </w:rPr>
              <w:t>513</w:t>
            </w:r>
            <w:r w:rsidR="009A3455" w:rsidRPr="00DD3928">
              <w:rPr>
                <w:sz w:val="19"/>
              </w:rPr>
              <w:t xml:space="preserve"> </w:t>
            </w:r>
            <w:r w:rsidRPr="00DD3928">
              <w:rPr>
                <w:sz w:val="19"/>
              </w:rPr>
              <w:t xml:space="preserve">Beacon </w:t>
            </w:r>
            <w:r w:rsidR="009A3455" w:rsidRPr="00DD3928">
              <w:rPr>
                <w:sz w:val="19"/>
              </w:rPr>
              <w:t xml:space="preserve">Avenue • </w:t>
            </w:r>
            <w:r w:rsidRPr="00DD3928">
              <w:rPr>
                <w:sz w:val="19"/>
              </w:rPr>
              <w:t>Paulsboro</w:t>
            </w:r>
            <w:r w:rsidR="009A3455" w:rsidRPr="00DD3928">
              <w:rPr>
                <w:sz w:val="19"/>
              </w:rPr>
              <w:t>, NJ   0806</w:t>
            </w:r>
            <w:r w:rsidRPr="00DD3928">
              <w:rPr>
                <w:sz w:val="19"/>
              </w:rPr>
              <w:t>6</w:t>
            </w:r>
          </w:p>
        </w:tc>
      </w:tr>
      <w:tr w:rsidR="009A3455" w:rsidRPr="00DD3928">
        <w:trPr>
          <w:jc w:val="center"/>
        </w:trPr>
        <w:tc>
          <w:tcPr>
            <w:tcW w:w="0" w:type="auto"/>
            <w:tcMar>
              <w:bottom w:w="288" w:type="dxa"/>
            </w:tcMar>
          </w:tcPr>
          <w:p w:rsidR="009A3455" w:rsidRPr="00DD3928" w:rsidRDefault="004B0F48" w:rsidP="004B0F48">
            <w:pPr>
              <w:pStyle w:val="Address1"/>
              <w:rPr>
                <w:sz w:val="19"/>
              </w:rPr>
            </w:pPr>
            <w:r w:rsidRPr="00DD3928">
              <w:rPr>
                <w:sz w:val="19"/>
              </w:rPr>
              <w:t>Phone 856-599-1518</w:t>
            </w:r>
            <w:r w:rsidR="009A3455" w:rsidRPr="00DD3928">
              <w:rPr>
                <w:sz w:val="19"/>
              </w:rPr>
              <w:t xml:space="preserve"> • Cell Phone 856-264-0212</w:t>
            </w:r>
          </w:p>
          <w:p w:rsidR="009A3455" w:rsidRPr="00DD3928" w:rsidRDefault="009A3455" w:rsidP="004B0F48">
            <w:pPr>
              <w:pStyle w:val="Address1"/>
              <w:rPr>
                <w:sz w:val="19"/>
              </w:rPr>
            </w:pPr>
            <w:r w:rsidRPr="00DD3928">
              <w:rPr>
                <w:sz w:val="19"/>
              </w:rPr>
              <w:t>E-mail erica_highley@yahoo.com</w:t>
            </w:r>
          </w:p>
        </w:tc>
      </w:tr>
    </w:tbl>
    <w:p w:rsidR="009A3455" w:rsidRPr="00DD3928" w:rsidRDefault="009A3455">
      <w:pPr>
        <w:pStyle w:val="Name"/>
      </w:pPr>
      <w:r w:rsidRPr="00DD3928">
        <w:t>Erica l. Highley</w:t>
      </w:r>
    </w:p>
    <w:tbl>
      <w:tblPr>
        <w:tblW w:w="0" w:type="auto"/>
        <w:tblLayout w:type="fixed"/>
        <w:tblLook w:val="0000"/>
      </w:tblPr>
      <w:tblGrid>
        <w:gridCol w:w="1694"/>
        <w:gridCol w:w="6994"/>
      </w:tblGrid>
      <w:tr w:rsidR="009A3455" w:rsidRPr="00DD3928">
        <w:trPr>
          <w:cantSplit/>
        </w:trPr>
        <w:tc>
          <w:tcPr>
            <w:tcW w:w="8688" w:type="dxa"/>
            <w:gridSpan w:val="2"/>
          </w:tcPr>
          <w:p w:rsidR="009A3455" w:rsidRPr="00DD3928" w:rsidRDefault="009A3455">
            <w:pPr>
              <w:pStyle w:val="SectionTitle"/>
              <w:rPr>
                <w:sz w:val="24"/>
              </w:rPr>
            </w:pPr>
            <w:r w:rsidRPr="00DD3928">
              <w:rPr>
                <w:sz w:val="24"/>
              </w:rPr>
              <w:t>Objective</w:t>
            </w:r>
          </w:p>
        </w:tc>
      </w:tr>
      <w:tr w:rsidR="009A3455" w:rsidRPr="00DD3928">
        <w:trPr>
          <w:trHeight w:val="858"/>
        </w:trPr>
        <w:tc>
          <w:tcPr>
            <w:tcW w:w="1694" w:type="dxa"/>
          </w:tcPr>
          <w:p w:rsidR="009A3455" w:rsidRPr="00DD3928" w:rsidRDefault="009A3455"/>
        </w:tc>
        <w:tc>
          <w:tcPr>
            <w:tcW w:w="6994" w:type="dxa"/>
          </w:tcPr>
          <w:p w:rsidR="009A3455" w:rsidRPr="00DD3928" w:rsidRDefault="009A3455" w:rsidP="00307736">
            <w:pPr>
              <w:pStyle w:val="Objective"/>
              <w:jc w:val="left"/>
              <w:rPr>
                <w:sz w:val="24"/>
              </w:rPr>
            </w:pPr>
            <w:r w:rsidRPr="00DD3928">
              <w:rPr>
                <w:sz w:val="24"/>
              </w:rPr>
              <w:t xml:space="preserve">To utilize my experiences, skills and knowledge in establishing and promoting a secure and positive learning environment </w:t>
            </w:r>
            <w:r w:rsidR="004B5DC4">
              <w:rPr>
                <w:sz w:val="24"/>
              </w:rPr>
              <w:t xml:space="preserve">within the </w:t>
            </w:r>
            <w:r w:rsidR="00307736">
              <w:rPr>
                <w:sz w:val="24"/>
              </w:rPr>
              <w:t>classroom</w:t>
            </w:r>
            <w:r w:rsidR="004B5DC4">
              <w:rPr>
                <w:sz w:val="24"/>
              </w:rPr>
              <w:t>.</w:t>
            </w:r>
          </w:p>
        </w:tc>
      </w:tr>
      <w:tr w:rsidR="009A3455" w:rsidRPr="00DD3928">
        <w:trPr>
          <w:cantSplit/>
        </w:trPr>
        <w:tc>
          <w:tcPr>
            <w:tcW w:w="8688" w:type="dxa"/>
            <w:gridSpan w:val="2"/>
          </w:tcPr>
          <w:p w:rsidR="009A3455" w:rsidRPr="00DD3928" w:rsidRDefault="009A3455">
            <w:pPr>
              <w:pStyle w:val="SectionTitle"/>
              <w:rPr>
                <w:sz w:val="24"/>
              </w:rPr>
            </w:pPr>
            <w:r w:rsidRPr="00DD3928">
              <w:rPr>
                <w:sz w:val="24"/>
              </w:rPr>
              <w:t>Education</w:t>
            </w:r>
          </w:p>
        </w:tc>
      </w:tr>
      <w:tr w:rsidR="009A3455" w:rsidRPr="00DD3928">
        <w:tc>
          <w:tcPr>
            <w:tcW w:w="1694" w:type="dxa"/>
          </w:tcPr>
          <w:p w:rsidR="009A3455" w:rsidRPr="00DD3928" w:rsidRDefault="009A3455"/>
        </w:tc>
        <w:tc>
          <w:tcPr>
            <w:tcW w:w="6994" w:type="dxa"/>
          </w:tcPr>
          <w:p w:rsidR="004B0F48" w:rsidRPr="00DD3928" w:rsidRDefault="004B0F48" w:rsidP="004B0F48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2007 – present     Neumann College</w:t>
            </w:r>
            <w:r w:rsidRPr="00DD3928">
              <w:rPr>
                <w:sz w:val="24"/>
              </w:rPr>
              <w:tab/>
              <w:t>Aston, PA</w:t>
            </w:r>
          </w:p>
          <w:p w:rsidR="004B0F48" w:rsidRPr="00DD3928" w:rsidRDefault="004B0F48" w:rsidP="004B0F48">
            <w:pPr>
              <w:pStyle w:val="Achievement"/>
              <w:numPr>
                <w:ilvl w:val="0"/>
                <w:numId w:val="25"/>
              </w:numPr>
              <w:rPr>
                <w:sz w:val="25"/>
              </w:rPr>
            </w:pPr>
            <w:r w:rsidRPr="00DD3928">
              <w:rPr>
                <w:i/>
                <w:sz w:val="25"/>
              </w:rPr>
              <w:t>Pursuing Master of Arts in Instructional Leadership</w:t>
            </w:r>
          </w:p>
          <w:p w:rsidR="009A3455" w:rsidRPr="00DD3928" w:rsidRDefault="009A3455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2004 - 2007          Neumann College</w:t>
            </w:r>
            <w:r w:rsidRPr="00DD3928">
              <w:rPr>
                <w:sz w:val="24"/>
              </w:rPr>
              <w:tab/>
              <w:t>Aston, PA</w:t>
            </w:r>
          </w:p>
          <w:p w:rsidR="009A3455" w:rsidRPr="00DD3928" w:rsidRDefault="009A3455">
            <w:pPr>
              <w:pStyle w:val="JobTitle"/>
              <w:numPr>
                <w:ilvl w:val="0"/>
                <w:numId w:val="25"/>
              </w:numPr>
              <w:rPr>
                <w:sz w:val="25"/>
              </w:rPr>
            </w:pPr>
            <w:r w:rsidRPr="00DD3928">
              <w:rPr>
                <w:sz w:val="25"/>
              </w:rPr>
              <w:t>Bachelor of Arts in Early Childhood and Elementary Education</w:t>
            </w:r>
          </w:p>
          <w:p w:rsidR="009A3455" w:rsidRPr="00DD3928" w:rsidRDefault="009A3455">
            <w:pPr>
              <w:pStyle w:val="Achievement"/>
              <w:numPr>
                <w:ilvl w:val="0"/>
                <w:numId w:val="25"/>
              </w:numPr>
              <w:rPr>
                <w:sz w:val="25"/>
              </w:rPr>
            </w:pPr>
            <w:r w:rsidRPr="00DD3928">
              <w:rPr>
                <w:i/>
                <w:iCs/>
                <w:sz w:val="25"/>
              </w:rPr>
              <w:t>Graduated Cum Laude</w:t>
            </w:r>
          </w:p>
          <w:p w:rsidR="009A3455" w:rsidRPr="00DD3928" w:rsidRDefault="009A3455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2003 - 2004</w:t>
            </w:r>
            <w:r w:rsidRPr="00DD3928">
              <w:rPr>
                <w:sz w:val="24"/>
              </w:rPr>
              <w:tab/>
              <w:t xml:space="preserve">    Rowan University</w:t>
            </w:r>
            <w:r w:rsidRPr="00DD3928">
              <w:rPr>
                <w:sz w:val="24"/>
              </w:rPr>
              <w:tab/>
              <w:t>Glassboro, NJ</w:t>
            </w:r>
          </w:p>
          <w:p w:rsidR="009A3455" w:rsidRPr="00DD3928" w:rsidRDefault="009A3455">
            <w:pPr>
              <w:pStyle w:val="JobTitle"/>
              <w:numPr>
                <w:ilvl w:val="0"/>
                <w:numId w:val="22"/>
              </w:numPr>
              <w:rPr>
                <w:sz w:val="25"/>
              </w:rPr>
            </w:pPr>
            <w:r w:rsidRPr="00DD3928">
              <w:rPr>
                <w:sz w:val="25"/>
              </w:rPr>
              <w:t>Elementary Education</w:t>
            </w:r>
          </w:p>
          <w:p w:rsidR="009A3455" w:rsidRPr="00DD3928" w:rsidRDefault="009A3455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2001 - 2003</w:t>
            </w:r>
            <w:r w:rsidRPr="00DD3928">
              <w:rPr>
                <w:sz w:val="24"/>
              </w:rPr>
              <w:tab/>
              <w:t xml:space="preserve">    Gloucester County College</w:t>
            </w:r>
            <w:r w:rsidRPr="00DD3928">
              <w:rPr>
                <w:sz w:val="24"/>
              </w:rPr>
              <w:tab/>
              <w:t>Sewell, NJ</w:t>
            </w:r>
          </w:p>
          <w:p w:rsidR="009A3455" w:rsidRPr="00DD3928" w:rsidRDefault="009A3455">
            <w:pPr>
              <w:pStyle w:val="JobTitle"/>
              <w:numPr>
                <w:ilvl w:val="0"/>
                <w:numId w:val="22"/>
              </w:numPr>
              <w:rPr>
                <w:sz w:val="25"/>
              </w:rPr>
            </w:pPr>
            <w:r w:rsidRPr="00DD3928">
              <w:rPr>
                <w:sz w:val="25"/>
              </w:rPr>
              <w:t>Elementary Education</w:t>
            </w:r>
          </w:p>
        </w:tc>
      </w:tr>
      <w:tr w:rsidR="009A3455" w:rsidRPr="00DD3928">
        <w:trPr>
          <w:cantSplit/>
        </w:trPr>
        <w:tc>
          <w:tcPr>
            <w:tcW w:w="8688" w:type="dxa"/>
            <w:gridSpan w:val="2"/>
          </w:tcPr>
          <w:p w:rsidR="009A3455" w:rsidRPr="00DD3928" w:rsidRDefault="009A3455">
            <w:pPr>
              <w:pStyle w:val="SectionTitle"/>
              <w:rPr>
                <w:sz w:val="24"/>
              </w:rPr>
            </w:pPr>
            <w:r w:rsidRPr="00DD3928">
              <w:rPr>
                <w:sz w:val="24"/>
              </w:rPr>
              <w:t>Certifications</w:t>
            </w:r>
          </w:p>
        </w:tc>
      </w:tr>
      <w:tr w:rsidR="009A3455" w:rsidRPr="00DD3928">
        <w:trPr>
          <w:trHeight w:val="1042"/>
        </w:trPr>
        <w:tc>
          <w:tcPr>
            <w:tcW w:w="1694" w:type="dxa"/>
          </w:tcPr>
          <w:p w:rsidR="009A3455" w:rsidRPr="00DD3928" w:rsidRDefault="009A3455"/>
        </w:tc>
        <w:tc>
          <w:tcPr>
            <w:tcW w:w="6994" w:type="dxa"/>
          </w:tcPr>
          <w:p w:rsidR="004B0F48" w:rsidRPr="00DD3928" w:rsidRDefault="009A3455" w:rsidP="00DD3928">
            <w:pPr>
              <w:pStyle w:val="Objective"/>
              <w:spacing w:line="240" w:lineRule="auto"/>
              <w:rPr>
                <w:sz w:val="24"/>
              </w:rPr>
            </w:pPr>
            <w:r w:rsidRPr="00DD3928">
              <w:rPr>
                <w:sz w:val="24"/>
              </w:rPr>
              <w:t xml:space="preserve">New Jersey State Certification in Elementary Education  </w:t>
            </w:r>
            <w:r w:rsidR="004B0F48" w:rsidRPr="00DD3928">
              <w:rPr>
                <w:sz w:val="24"/>
              </w:rPr>
              <w:t>(K-5)</w:t>
            </w:r>
          </w:p>
          <w:p w:rsidR="00DD3928" w:rsidRPr="00DD3928" w:rsidRDefault="009A3455" w:rsidP="00DD3928">
            <w:pPr>
              <w:pStyle w:val="BodyText"/>
              <w:spacing w:after="0" w:line="240" w:lineRule="auto"/>
              <w:rPr>
                <w:sz w:val="24"/>
              </w:rPr>
            </w:pPr>
            <w:r w:rsidRPr="00DD3928">
              <w:rPr>
                <w:sz w:val="24"/>
              </w:rPr>
              <w:t xml:space="preserve">New Jersey State Certification in Teacher of the Handicapped </w:t>
            </w:r>
          </w:p>
          <w:p w:rsidR="00DD3928" w:rsidRPr="00DD3928" w:rsidRDefault="00DD3928" w:rsidP="00DD3928">
            <w:pPr>
              <w:pStyle w:val="Objective"/>
              <w:spacing w:line="240" w:lineRule="auto"/>
              <w:rPr>
                <w:sz w:val="24"/>
              </w:rPr>
            </w:pPr>
            <w:r w:rsidRPr="00DD3928">
              <w:rPr>
                <w:sz w:val="24"/>
              </w:rPr>
              <w:t xml:space="preserve">New Jersey State Certification in Early Childhood Education (P-3)               </w:t>
            </w:r>
          </w:p>
          <w:p w:rsidR="00DD3928" w:rsidRPr="00DD3928" w:rsidRDefault="00DD3928" w:rsidP="00DD3928">
            <w:pPr>
              <w:pStyle w:val="BodyText"/>
              <w:numPr>
                <w:ilvl w:val="0"/>
                <w:numId w:val="22"/>
              </w:numPr>
              <w:spacing w:after="0" w:line="240" w:lineRule="auto"/>
            </w:pPr>
            <w:r w:rsidRPr="00DD3928">
              <w:t>In the process</w:t>
            </w:r>
          </w:p>
        </w:tc>
      </w:tr>
      <w:tr w:rsidR="009A3455" w:rsidRPr="00DD3928">
        <w:trPr>
          <w:cantSplit/>
        </w:trPr>
        <w:tc>
          <w:tcPr>
            <w:tcW w:w="8688" w:type="dxa"/>
            <w:gridSpan w:val="2"/>
          </w:tcPr>
          <w:p w:rsidR="009A3455" w:rsidRPr="00DD3928" w:rsidRDefault="009A3455">
            <w:pPr>
              <w:pStyle w:val="SectionTitle"/>
              <w:rPr>
                <w:sz w:val="24"/>
              </w:rPr>
            </w:pPr>
            <w:r w:rsidRPr="00DD3928">
              <w:rPr>
                <w:sz w:val="24"/>
              </w:rPr>
              <w:t>Professional Experience</w:t>
            </w:r>
          </w:p>
        </w:tc>
      </w:tr>
      <w:tr w:rsidR="009A3455" w:rsidRPr="00DD3928">
        <w:trPr>
          <w:trHeight w:val="80"/>
        </w:trPr>
        <w:tc>
          <w:tcPr>
            <w:tcW w:w="1694" w:type="dxa"/>
          </w:tcPr>
          <w:p w:rsidR="009A3455" w:rsidRPr="00DD3928" w:rsidRDefault="009A3455"/>
        </w:tc>
        <w:tc>
          <w:tcPr>
            <w:tcW w:w="6994" w:type="dxa"/>
          </w:tcPr>
          <w:p w:rsidR="004B0F48" w:rsidRPr="00DD3928" w:rsidRDefault="004B0F48" w:rsidP="004B0F48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September 2008 to present  Mary Shoemaker School  Woodstown, NJ</w:t>
            </w:r>
          </w:p>
          <w:p w:rsidR="004B0F48" w:rsidRPr="00DD3928" w:rsidRDefault="004B0F48" w:rsidP="004B0F48">
            <w:pPr>
              <w:pStyle w:val="JobTitle"/>
              <w:rPr>
                <w:i w:val="0"/>
                <w:iCs/>
                <w:sz w:val="24"/>
              </w:rPr>
            </w:pPr>
            <w:r w:rsidRPr="00DD3928">
              <w:rPr>
                <w:sz w:val="24"/>
              </w:rPr>
              <w:t>Second and Third Grade Special Education Teacher</w:t>
            </w:r>
          </w:p>
          <w:p w:rsidR="004B0F48" w:rsidRPr="00DD3928" w:rsidRDefault="004B0F48" w:rsidP="004B0F48">
            <w:pPr>
              <w:pStyle w:val="Achievement"/>
              <w:ind w:left="0" w:firstLine="0"/>
              <w:rPr>
                <w:i/>
                <w:iCs/>
                <w:sz w:val="24"/>
              </w:rPr>
            </w:pPr>
            <w:r w:rsidRPr="00DD3928">
              <w:rPr>
                <w:i/>
                <w:iCs/>
                <w:sz w:val="24"/>
              </w:rPr>
              <w:t>Planned and made modification to General Education teacher’s lesson plans in Language Arts and Mathematics.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ind w:right="-56"/>
              <w:rPr>
                <w:sz w:val="24"/>
              </w:rPr>
            </w:pPr>
            <w:r w:rsidRPr="00DD3928">
              <w:rPr>
                <w:sz w:val="24"/>
              </w:rPr>
              <w:t>Lessons aligned with New Jersey Core Curriculum Content Standards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Co-taught at two different grade levels in whole group, as well as,  individual instruction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Performed numerous assessments to evaluate student’s levels in Math and Language Arts</w:t>
            </w:r>
            <w:r w:rsidR="009A1809" w:rsidRPr="00DD3928">
              <w:rPr>
                <w:sz w:val="24"/>
              </w:rPr>
              <w:t xml:space="preserve"> for developing student’s IEP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Differentiated instruction and made modifications as needed for students with different learning abilities</w:t>
            </w:r>
          </w:p>
          <w:p w:rsidR="00DD3928" w:rsidRPr="00DD3928" w:rsidRDefault="00DD3928" w:rsidP="00DD3928">
            <w:pPr>
              <w:pStyle w:val="Achievement"/>
              <w:ind w:left="720" w:firstLine="0"/>
              <w:rPr>
                <w:sz w:val="24"/>
              </w:rPr>
            </w:pP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lastRenderedPageBreak/>
              <w:t>Maintained a positive classroom environment through classroom management skills and behavior plans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Collected and organized information to be used for student’s IEP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 xml:space="preserve">Collaborated with colleagues and paraprofessionals to develop goals and objectives for students </w:t>
            </w:r>
          </w:p>
          <w:p w:rsidR="004B0F48" w:rsidRPr="00DD3928" w:rsidRDefault="004B0F48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Fostered relationships with school colleagues and parents within the school district</w:t>
            </w:r>
          </w:p>
          <w:p w:rsidR="008E4ADF" w:rsidRPr="00DD3928" w:rsidRDefault="008E4ADF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 xml:space="preserve">Attended many workshops on co-teaching and collaborative learning </w:t>
            </w:r>
          </w:p>
          <w:p w:rsidR="009A3455" w:rsidRPr="00DD3928" w:rsidRDefault="009A3455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January 2008 to June 2008   Avon Elementary School    Haddonfield, NJ</w:t>
            </w:r>
          </w:p>
          <w:p w:rsidR="009A3455" w:rsidRPr="00DD3928" w:rsidRDefault="009A3455">
            <w:pPr>
              <w:pStyle w:val="JobTitle"/>
              <w:rPr>
                <w:i w:val="0"/>
                <w:iCs/>
                <w:sz w:val="24"/>
              </w:rPr>
            </w:pPr>
            <w:r w:rsidRPr="00DD3928">
              <w:rPr>
                <w:sz w:val="24"/>
              </w:rPr>
              <w:t xml:space="preserve">Kindergarten Inclusion and Basic Skills Instruction Teacher </w:t>
            </w:r>
          </w:p>
          <w:p w:rsidR="009A3455" w:rsidRPr="00DD3928" w:rsidRDefault="009A3455">
            <w:pPr>
              <w:pStyle w:val="Achievement"/>
              <w:ind w:left="0" w:firstLine="0"/>
              <w:rPr>
                <w:i/>
                <w:iCs/>
                <w:sz w:val="24"/>
              </w:rPr>
            </w:pPr>
            <w:r w:rsidRPr="00DD3928">
              <w:rPr>
                <w:i/>
                <w:iCs/>
                <w:sz w:val="24"/>
              </w:rPr>
              <w:t>Planned and integrated Language Arts, Math, Social Studies, and Science in a variety of differentiated lessons.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ind w:right="-56"/>
              <w:rPr>
                <w:sz w:val="24"/>
              </w:rPr>
            </w:pPr>
            <w:r w:rsidRPr="00DD3928">
              <w:rPr>
                <w:sz w:val="24"/>
              </w:rPr>
              <w:t>Lessons aligned with New Jersey Core Curriculum Content Standards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Whole group and individual instruction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Performed numerous assessments to evaluate student’s levels in Math and Language Arts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Differentiated instruction for students with different levels of Autism and other learning impairments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Maintained a positive classroom environment through classroom management skills and behavior plans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Collected and organized information to be used for student’s IEP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 xml:space="preserve">Collaborated with colleagues and paraprofessionals to develop goals and objectives for students 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2"/>
              </w:numPr>
              <w:rPr>
                <w:sz w:val="24"/>
              </w:rPr>
            </w:pPr>
            <w:r w:rsidRPr="00DD3928">
              <w:rPr>
                <w:sz w:val="24"/>
              </w:rPr>
              <w:t>Fostered relationships with school colleagues and parents within the school district</w:t>
            </w:r>
          </w:p>
        </w:tc>
      </w:tr>
      <w:tr w:rsidR="009A3455" w:rsidRPr="00DD3928">
        <w:trPr>
          <w:cantSplit/>
        </w:trPr>
        <w:tc>
          <w:tcPr>
            <w:tcW w:w="8688" w:type="dxa"/>
            <w:gridSpan w:val="2"/>
          </w:tcPr>
          <w:p w:rsidR="009A3455" w:rsidRPr="00DD3928" w:rsidRDefault="009A3455">
            <w:pPr>
              <w:pStyle w:val="SectionTitle"/>
              <w:rPr>
                <w:sz w:val="24"/>
              </w:rPr>
            </w:pPr>
            <w:r w:rsidRPr="00DD3928">
              <w:rPr>
                <w:sz w:val="24"/>
              </w:rPr>
              <w:lastRenderedPageBreak/>
              <w:t>Educational Experience</w:t>
            </w:r>
          </w:p>
        </w:tc>
      </w:tr>
      <w:tr w:rsidR="009A3455" w:rsidRPr="00DD3928">
        <w:trPr>
          <w:trHeight w:val="80"/>
        </w:trPr>
        <w:tc>
          <w:tcPr>
            <w:tcW w:w="1694" w:type="dxa"/>
          </w:tcPr>
          <w:p w:rsidR="009A3455" w:rsidRPr="00DD3928" w:rsidRDefault="009A3455"/>
        </w:tc>
        <w:tc>
          <w:tcPr>
            <w:tcW w:w="6994" w:type="dxa"/>
          </w:tcPr>
          <w:p w:rsidR="009A3455" w:rsidRPr="00DD3928" w:rsidRDefault="009A3455">
            <w:pPr>
              <w:pStyle w:val="CompanyName"/>
              <w:rPr>
                <w:sz w:val="24"/>
              </w:rPr>
            </w:pPr>
            <w:r w:rsidRPr="00DD3928">
              <w:rPr>
                <w:sz w:val="24"/>
              </w:rPr>
              <w:t>Spring 2007</w:t>
            </w:r>
            <w:r w:rsidRPr="00DD3928">
              <w:rPr>
                <w:sz w:val="24"/>
              </w:rPr>
              <w:tab/>
              <w:t>Seabrook Elementary School                Seabrook, NJ</w:t>
            </w:r>
          </w:p>
          <w:p w:rsidR="009A3455" w:rsidRPr="00DD3928" w:rsidRDefault="009A3455">
            <w:pPr>
              <w:pStyle w:val="JobTitle"/>
              <w:rPr>
                <w:i w:val="0"/>
                <w:iCs/>
                <w:sz w:val="24"/>
              </w:rPr>
            </w:pPr>
            <w:r w:rsidRPr="00DD3928">
              <w:rPr>
                <w:sz w:val="24"/>
              </w:rPr>
              <w:t xml:space="preserve">Student Teacher – </w:t>
            </w:r>
            <w:r w:rsidRPr="00DD3928">
              <w:rPr>
                <w:i w:val="0"/>
                <w:iCs/>
                <w:sz w:val="24"/>
              </w:rPr>
              <w:t>Kindergarten; Miss Scarlett Reuter</w:t>
            </w:r>
          </w:p>
          <w:p w:rsidR="009A3455" w:rsidRPr="00DD3928" w:rsidRDefault="009A3455">
            <w:pPr>
              <w:pStyle w:val="Achievement"/>
              <w:ind w:left="0" w:firstLine="0"/>
              <w:rPr>
                <w:i/>
                <w:iCs/>
                <w:sz w:val="24"/>
              </w:rPr>
            </w:pPr>
            <w:r w:rsidRPr="00DD3928">
              <w:rPr>
                <w:i/>
                <w:iCs/>
                <w:sz w:val="24"/>
              </w:rPr>
              <w:t>Planned and integrated Language Arts, Math, Social Studies, and Science in a variety of lessons.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ind w:right="-56"/>
              <w:rPr>
                <w:sz w:val="24"/>
              </w:rPr>
            </w:pPr>
            <w:r w:rsidRPr="00DD3928">
              <w:rPr>
                <w:sz w:val="24"/>
              </w:rPr>
              <w:t>Lessons aligned with Pennsylvania and New Jersey State Standards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>Whole group and individual instruction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>Guided reading groups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 xml:space="preserve">Differentiated instruction 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>Developed units on Dr. Seuss, St. Patrick’s Day, and Butterflies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>Maintained positive environment through classroom management skills</w:t>
            </w:r>
          </w:p>
          <w:p w:rsidR="009A3455" w:rsidRPr="00DD3928" w:rsidRDefault="009A3455" w:rsidP="00DD3928">
            <w:pPr>
              <w:pStyle w:val="Achievement"/>
              <w:numPr>
                <w:ilvl w:val="0"/>
                <w:numId w:val="26"/>
              </w:numPr>
              <w:rPr>
                <w:sz w:val="24"/>
              </w:rPr>
            </w:pPr>
            <w:r w:rsidRPr="00DD3928">
              <w:rPr>
                <w:sz w:val="24"/>
              </w:rPr>
              <w:t>Fostered relationships with school colleagues and parents within the school district</w:t>
            </w:r>
          </w:p>
        </w:tc>
      </w:tr>
    </w:tbl>
    <w:p w:rsidR="009A3455" w:rsidRPr="00DD3928" w:rsidRDefault="009A3455" w:rsidP="009A1809"/>
    <w:sectPr w:rsidR="009A3455" w:rsidRPr="00DD3928" w:rsidSect="00C57B0B">
      <w:pgSz w:w="12240" w:h="15840"/>
      <w:pgMar w:top="568" w:right="1800" w:bottom="710" w:left="1800" w:header="720" w:footer="720" w:gutter="0"/>
      <w:cols w:space="720"/>
      <w:docGrid w:linePitch="7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015E9"/>
    <w:multiLevelType w:val="hybridMultilevel"/>
    <w:tmpl w:val="842C33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B7E78"/>
    <w:multiLevelType w:val="singleLevel"/>
    <w:tmpl w:val="23643D7C"/>
    <w:lvl w:ilvl="0">
      <w:start w:val="1"/>
      <w:numFmt w:val="none"/>
      <w:lvlText w:val=""/>
      <w:legacy w:legacy="1" w:legacySpace="0" w:legacyIndent="0"/>
      <w:lvlJc w:val="left"/>
    </w:lvl>
  </w:abstractNum>
  <w:abstractNum w:abstractNumId="3">
    <w:nsid w:val="0E480C26"/>
    <w:multiLevelType w:val="singleLevel"/>
    <w:tmpl w:val="8FAEABB4"/>
    <w:lvl w:ilvl="0">
      <w:start w:val="1"/>
      <w:numFmt w:val="none"/>
      <w:lvlText w:val=""/>
      <w:legacy w:legacy="1" w:legacySpace="0" w:legacyIndent="0"/>
      <w:lvlJc w:val="left"/>
    </w:lvl>
  </w:abstractNum>
  <w:abstractNum w:abstractNumId="4">
    <w:nsid w:val="1B762762"/>
    <w:multiLevelType w:val="singleLevel"/>
    <w:tmpl w:val="253AA0FC"/>
    <w:lvl w:ilvl="0">
      <w:start w:val="1"/>
      <w:numFmt w:val="none"/>
      <w:lvlText w:val=""/>
      <w:legacy w:legacy="1" w:legacySpace="0" w:legacyIndent="0"/>
      <w:lvlJc w:val="left"/>
    </w:lvl>
  </w:abstractNum>
  <w:abstractNum w:abstractNumId="5">
    <w:nsid w:val="21974C72"/>
    <w:multiLevelType w:val="hybridMultilevel"/>
    <w:tmpl w:val="CD98FC8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114C40"/>
    <w:multiLevelType w:val="hybridMultilevel"/>
    <w:tmpl w:val="7C6E23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8D75FC"/>
    <w:multiLevelType w:val="hybridMultilevel"/>
    <w:tmpl w:val="1C4AA9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9321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35E3100B"/>
    <w:multiLevelType w:val="singleLevel"/>
    <w:tmpl w:val="306C03CA"/>
    <w:lvl w:ilvl="0">
      <w:start w:val="1"/>
      <w:numFmt w:val="none"/>
      <w:lvlText w:val=""/>
      <w:legacy w:legacy="1" w:legacySpace="0" w:legacyIndent="0"/>
      <w:lvlJc w:val="left"/>
    </w:lvl>
  </w:abstractNum>
  <w:abstractNum w:abstractNumId="10">
    <w:nsid w:val="45866AAD"/>
    <w:multiLevelType w:val="hybridMultilevel"/>
    <w:tmpl w:val="88BAC0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9577C6"/>
    <w:multiLevelType w:val="singleLevel"/>
    <w:tmpl w:val="040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>
    <w:nsid w:val="613F7E24"/>
    <w:multiLevelType w:val="singleLevel"/>
    <w:tmpl w:val="F6F000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>
    <w:nsid w:val="654674F8"/>
    <w:multiLevelType w:val="hybridMultilevel"/>
    <w:tmpl w:val="56FC542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EB01261"/>
    <w:multiLevelType w:val="hybridMultilevel"/>
    <w:tmpl w:val="A69C290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45"/>
        <w:lvlJc w:val="left"/>
        <w:pPr>
          <w:ind w:left="245" w:hanging="245"/>
        </w:pPr>
        <w:rPr>
          <w:rFonts w:ascii="Times" w:hAnsi="Times"/>
          <w:sz w:val="12"/>
        </w:rPr>
      </w:lvl>
    </w:lvlOverride>
  </w:num>
  <w:num w:numId="4">
    <w:abstractNumId w:val="0"/>
    <w:lvlOverride w:ilvl="0">
      <w:lvl w:ilvl="0">
        <w:start w:val="1"/>
        <w:numFmt w:val="bullet"/>
        <w:lvlText w:val="n"/>
        <w:legacy w:legacy="1" w:legacySpace="0" w:legacyIndent="259"/>
        <w:lvlJc w:val="left"/>
        <w:pPr>
          <w:ind w:left="259" w:hanging="259"/>
        </w:pPr>
        <w:rPr>
          <w:rFonts w:ascii="Tms Rmn" w:hAnsi="Tms Rmn"/>
          <w:sz w:val="16"/>
        </w:rPr>
      </w:lvl>
    </w:lvlOverride>
  </w:num>
  <w:num w:numId="5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360" w:hanging="360"/>
        </w:pPr>
        <w:rPr>
          <w:rFonts w:ascii="Tms Rmn" w:hAnsi="Tms Rmn"/>
          <w:sz w:val="12"/>
        </w:rPr>
      </w:lvl>
    </w:lvlOverride>
  </w:num>
  <w:num w:numId="6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720" w:hanging="360"/>
        </w:pPr>
        <w:rPr>
          <w:rFonts w:ascii="Tms Rmn" w:hAnsi="Tms Rmn"/>
          <w:sz w:val="12"/>
        </w:rPr>
      </w:lvl>
    </w:lvlOverride>
  </w:num>
  <w:num w:numId="7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080" w:hanging="360"/>
        </w:pPr>
        <w:rPr>
          <w:rFonts w:ascii="Tms Rmn" w:hAnsi="Tms Rmn"/>
          <w:sz w:val="12"/>
        </w:rPr>
      </w:lvl>
    </w:lvlOverride>
  </w:num>
  <w:num w:numId="8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440" w:hanging="360"/>
        </w:pPr>
        <w:rPr>
          <w:rFonts w:ascii="Tms Rmn" w:hAnsi="Tms Rmn"/>
          <w:sz w:val="12"/>
        </w:rPr>
      </w:lvl>
    </w:lvlOverride>
  </w:num>
  <w:num w:numId="9">
    <w:abstractNumId w:val="3"/>
  </w:num>
  <w:num w:numId="10">
    <w:abstractNumId w:val="12"/>
  </w:num>
  <w:num w:numId="11">
    <w:abstractNumId w:val="2"/>
  </w:num>
  <w:num w:numId="12">
    <w:abstractNumId w:val="4"/>
  </w:num>
  <w:num w:numId="13">
    <w:abstractNumId w:val="9"/>
  </w:num>
  <w:num w:numId="14">
    <w:abstractNumId w:val="11"/>
  </w:num>
  <w:num w:numId="15">
    <w:abstractNumId w:val="8"/>
  </w:num>
  <w:num w:numId="16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</w:lvl>
    </w:lvlOverride>
  </w:num>
  <w:num w:numId="17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18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19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Times New Roman" w:hAnsi="Times New Roman" w:hint="default"/>
          <w:sz w:val="12"/>
        </w:rPr>
      </w:lvl>
    </w:lvlOverride>
  </w:num>
  <w:num w:numId="20">
    <w:abstractNumId w:val="5"/>
  </w:num>
  <w:num w:numId="21">
    <w:abstractNumId w:val="1"/>
  </w:num>
  <w:num w:numId="22">
    <w:abstractNumId w:val="6"/>
  </w:num>
  <w:num w:numId="23">
    <w:abstractNumId w:val="13"/>
  </w:num>
  <w:num w:numId="24">
    <w:abstractNumId w:val="14"/>
  </w:num>
  <w:num w:numId="25">
    <w:abstractNumId w:val="10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26"/>
  <w:drawingGridVerticalSpacing w:val="71"/>
  <w:displayHorizontalDrawingGridEvery w:val="2"/>
  <w:noPunctuationKerning/>
  <w:characterSpacingControl w:val="doNotCompress"/>
  <w:compat>
    <w:adjustLineHeightInTable/>
  </w:compat>
  <w:docVars>
    <w:docVar w:name="iResumeStyle" w:val="2"/>
    <w:docVar w:name="Resume Post Wizard Balloon" w:val="0"/>
  </w:docVars>
  <w:rsids>
    <w:rsidRoot w:val="004B0F48"/>
    <w:rsid w:val="0007060C"/>
    <w:rsid w:val="002327C3"/>
    <w:rsid w:val="00286DAF"/>
    <w:rsid w:val="002E6FFF"/>
    <w:rsid w:val="00307736"/>
    <w:rsid w:val="003603D4"/>
    <w:rsid w:val="0044111E"/>
    <w:rsid w:val="004B0F48"/>
    <w:rsid w:val="004B5DC4"/>
    <w:rsid w:val="006950C7"/>
    <w:rsid w:val="006C4B31"/>
    <w:rsid w:val="007349BA"/>
    <w:rsid w:val="00791C44"/>
    <w:rsid w:val="008E4ADF"/>
    <w:rsid w:val="009A1809"/>
    <w:rsid w:val="009A3455"/>
    <w:rsid w:val="00BC6387"/>
    <w:rsid w:val="00C57B0B"/>
    <w:rsid w:val="00C95BA6"/>
    <w:rsid w:val="00D17A0D"/>
    <w:rsid w:val="00D86ABB"/>
    <w:rsid w:val="00DD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B0B"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rsid w:val="00C57B0B"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rsid w:val="00C57B0B"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rsid w:val="00C57B0B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C57B0B"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rsid w:val="00C57B0B"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rsid w:val="00C57B0B"/>
    <w:pPr>
      <w:spacing w:before="240" w:line="240" w:lineRule="atLeast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C57B0B"/>
    <w:pPr>
      <w:keepNext/>
      <w:keepLines/>
      <w:spacing w:before="240" w:after="240"/>
    </w:pPr>
    <w:rPr>
      <w:caps/>
    </w:rPr>
  </w:style>
  <w:style w:type="paragraph" w:styleId="BodyText">
    <w:name w:val="Body Text"/>
    <w:basedOn w:val="Normal"/>
    <w:semiHidden/>
    <w:rsid w:val="00C57B0B"/>
    <w:pPr>
      <w:spacing w:after="220" w:line="240" w:lineRule="atLeast"/>
    </w:pPr>
  </w:style>
  <w:style w:type="paragraph" w:customStyle="1" w:styleId="HeaderBase">
    <w:name w:val="Header Base"/>
    <w:basedOn w:val="Normal"/>
    <w:rsid w:val="00C57B0B"/>
    <w:pPr>
      <w:spacing w:before="220" w:after="220" w:line="220" w:lineRule="atLeast"/>
      <w:ind w:left="-2160"/>
    </w:pPr>
    <w:rPr>
      <w:caps/>
    </w:rPr>
  </w:style>
  <w:style w:type="paragraph" w:customStyle="1" w:styleId="DocumentLabel">
    <w:name w:val="Document Label"/>
    <w:basedOn w:val="Normal"/>
    <w:next w:val="SectionTitle"/>
    <w:rsid w:val="00C57B0B"/>
    <w:pPr>
      <w:spacing w:after="220"/>
    </w:pPr>
    <w:rPr>
      <w:spacing w:val="-20"/>
      <w:sz w:val="48"/>
    </w:rPr>
  </w:style>
  <w:style w:type="paragraph" w:customStyle="1" w:styleId="SectionTitle">
    <w:name w:val="Section Title"/>
    <w:basedOn w:val="Normal"/>
    <w:next w:val="Objective"/>
    <w:rsid w:val="00C57B0B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Normal"/>
    <w:next w:val="BodyText"/>
    <w:rsid w:val="00C57B0B"/>
    <w:pPr>
      <w:spacing w:before="60" w:after="220" w:line="220" w:lineRule="atLeast"/>
    </w:pPr>
  </w:style>
  <w:style w:type="paragraph" w:customStyle="1" w:styleId="CompanyName">
    <w:name w:val="Company Name"/>
    <w:basedOn w:val="Normal"/>
    <w:next w:val="JobTitle"/>
    <w:rsid w:val="00C57B0B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C57B0B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Achievement">
    <w:name w:val="Achievement"/>
    <w:basedOn w:val="BodyText"/>
    <w:rsid w:val="00C57B0B"/>
    <w:pPr>
      <w:spacing w:after="60"/>
      <w:ind w:left="240" w:hanging="240"/>
    </w:pPr>
  </w:style>
  <w:style w:type="paragraph" w:customStyle="1" w:styleId="Name">
    <w:name w:val="Name"/>
    <w:basedOn w:val="Normal"/>
    <w:next w:val="Normal"/>
    <w:rsid w:val="00C57B0B"/>
    <w:pPr>
      <w:spacing w:after="440" w:line="240" w:lineRule="atLeast"/>
      <w:jc w:val="center"/>
    </w:pPr>
    <w:rPr>
      <w:caps/>
      <w:spacing w:val="80"/>
      <w:sz w:val="44"/>
    </w:rPr>
  </w:style>
  <w:style w:type="paragraph" w:styleId="Date">
    <w:name w:val="Date"/>
    <w:basedOn w:val="BodyText"/>
    <w:semiHidden/>
    <w:rsid w:val="00C57B0B"/>
    <w:pPr>
      <w:keepNext/>
    </w:pPr>
  </w:style>
  <w:style w:type="paragraph" w:customStyle="1" w:styleId="CityState">
    <w:name w:val="City/State"/>
    <w:basedOn w:val="BodyText"/>
    <w:next w:val="BodyText"/>
    <w:rsid w:val="00C57B0B"/>
    <w:pPr>
      <w:keepNext/>
    </w:pPr>
  </w:style>
  <w:style w:type="paragraph" w:customStyle="1" w:styleId="Institution">
    <w:name w:val="Institution"/>
    <w:basedOn w:val="Normal"/>
    <w:next w:val="Achievement"/>
    <w:rsid w:val="00C57B0B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Lead-inEmphasis">
    <w:name w:val="Lead-in Emphasis"/>
    <w:rsid w:val="00C57B0B"/>
    <w:rPr>
      <w:rFonts w:ascii="Arial Black" w:hAnsi="Arial Black"/>
      <w:spacing w:val="-6"/>
      <w:sz w:val="18"/>
    </w:rPr>
  </w:style>
  <w:style w:type="paragraph" w:styleId="Header">
    <w:name w:val="header"/>
    <w:basedOn w:val="HeaderBase"/>
    <w:semiHidden/>
    <w:rsid w:val="00C57B0B"/>
  </w:style>
  <w:style w:type="paragraph" w:styleId="Footer">
    <w:name w:val="footer"/>
    <w:basedOn w:val="HeaderBase"/>
    <w:semiHidden/>
    <w:rsid w:val="00C57B0B"/>
    <w:pPr>
      <w:tabs>
        <w:tab w:val="right" w:pos="7320"/>
      </w:tabs>
      <w:spacing w:line="240" w:lineRule="atLeast"/>
      <w:ind w:right="-840"/>
      <w:jc w:val="left"/>
    </w:pPr>
  </w:style>
  <w:style w:type="paragraph" w:customStyle="1" w:styleId="Address1">
    <w:name w:val="Address 1"/>
    <w:basedOn w:val="Normal"/>
    <w:rsid w:val="00C57B0B"/>
    <w:pPr>
      <w:spacing w:line="160" w:lineRule="atLeast"/>
      <w:jc w:val="center"/>
    </w:pPr>
    <w:rPr>
      <w:caps/>
      <w:spacing w:val="30"/>
      <w:sz w:val="15"/>
    </w:rPr>
  </w:style>
  <w:style w:type="paragraph" w:customStyle="1" w:styleId="SectionSubtitle">
    <w:name w:val="Section Subtitle"/>
    <w:basedOn w:val="SectionTitle"/>
    <w:next w:val="Normal"/>
    <w:rsid w:val="00C57B0B"/>
    <w:rPr>
      <w:i/>
      <w:caps w:val="0"/>
      <w:spacing w:val="10"/>
      <w:sz w:val="24"/>
    </w:rPr>
  </w:style>
  <w:style w:type="paragraph" w:customStyle="1" w:styleId="Address2">
    <w:name w:val="Address 2"/>
    <w:basedOn w:val="Normal"/>
    <w:rsid w:val="00C57B0B"/>
    <w:pPr>
      <w:spacing w:line="160" w:lineRule="atLeast"/>
      <w:jc w:val="center"/>
    </w:pPr>
    <w:rPr>
      <w:caps/>
      <w:spacing w:val="30"/>
      <w:sz w:val="15"/>
    </w:rPr>
  </w:style>
  <w:style w:type="character" w:styleId="PageNumber">
    <w:name w:val="page number"/>
    <w:semiHidden/>
    <w:rsid w:val="00C57B0B"/>
    <w:rPr>
      <w:sz w:val="24"/>
    </w:rPr>
  </w:style>
  <w:style w:type="character" w:styleId="Emphasis">
    <w:name w:val="Emphasis"/>
    <w:qFormat/>
    <w:rsid w:val="00C57B0B"/>
    <w:rPr>
      <w:rFonts w:ascii="Garamond" w:hAnsi="Garamond"/>
      <w:caps/>
      <w:spacing w:val="0"/>
      <w:sz w:val="18"/>
    </w:rPr>
  </w:style>
  <w:style w:type="paragraph" w:styleId="BodyTextIndent">
    <w:name w:val="Body Text Indent"/>
    <w:basedOn w:val="BodyText"/>
    <w:semiHidden/>
    <w:rsid w:val="00C57B0B"/>
    <w:pPr>
      <w:ind w:left="720"/>
    </w:pPr>
  </w:style>
  <w:style w:type="character" w:customStyle="1" w:styleId="Job">
    <w:name w:val="Job"/>
    <w:basedOn w:val="DefaultParagraphFont"/>
    <w:rsid w:val="00C57B0B"/>
  </w:style>
  <w:style w:type="paragraph" w:customStyle="1" w:styleId="PersonalData">
    <w:name w:val="Personal Data"/>
    <w:basedOn w:val="BodyText"/>
    <w:rsid w:val="00C57B0B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CompanyNameOne">
    <w:name w:val="Company Name One"/>
    <w:basedOn w:val="CompanyName"/>
    <w:next w:val="JobTitle"/>
    <w:rsid w:val="00C57B0B"/>
    <w:pPr>
      <w:spacing w:before="60"/>
    </w:pPr>
  </w:style>
  <w:style w:type="paragraph" w:customStyle="1" w:styleId="NoTitle">
    <w:name w:val="No Title"/>
    <w:basedOn w:val="SectionTitle"/>
    <w:rsid w:val="00C57B0B"/>
    <w:pPr>
      <w:pBdr>
        <w:bottom w:val="none" w:sz="0" w:space="0" w:color="auto"/>
      </w:pBdr>
    </w:pPr>
  </w:style>
  <w:style w:type="paragraph" w:customStyle="1" w:styleId="PersonalInfo">
    <w:name w:val="Personal Info"/>
    <w:basedOn w:val="Achievement"/>
    <w:next w:val="Achievement"/>
    <w:rsid w:val="00C57B0B"/>
    <w:pPr>
      <w:spacing w:before="220"/>
      <w:ind w:left="245" w:hanging="2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C48D5-AF90-4625-B846-A7000D4A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Wizard</Template>
  <TotalTime>877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subject/>
  <dc:creator>erica highley</dc:creator>
  <cp:keywords/>
  <dc:description/>
  <cp:lastModifiedBy>erica highley</cp:lastModifiedBy>
  <cp:revision>11</cp:revision>
  <cp:lastPrinted>2009-07-08T14:40:00Z</cp:lastPrinted>
  <dcterms:created xsi:type="dcterms:W3CDTF">2009-05-03T15:29:00Z</dcterms:created>
  <dcterms:modified xsi:type="dcterms:W3CDTF">2009-07-27T14:55:00Z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